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5B4" w:rsidRPr="00DE75B4" w:rsidRDefault="00DE75B4" w:rsidP="00DE75B4">
      <w:pPr>
        <w:rPr>
          <w:rFonts w:ascii="Arial" w:hAnsi="Arial" w:cs="Arial"/>
          <w:sz w:val="40"/>
          <w:szCs w:val="40"/>
          <w:u w:val="single"/>
        </w:rPr>
      </w:pPr>
      <w:bookmarkStart w:id="0" w:name="_Toc451346156"/>
      <w:r w:rsidRPr="00DE75B4">
        <w:rPr>
          <w:rFonts w:ascii="Arial" w:hAnsi="Arial" w:cs="Arial"/>
          <w:sz w:val="40"/>
          <w:szCs w:val="40"/>
          <w:u w:val="single"/>
        </w:rPr>
        <w:t>Le genre du nom :</w:t>
      </w:r>
      <w:bookmarkEnd w:id="0"/>
      <w:r w:rsidRPr="00DE75B4">
        <w:rPr>
          <w:rFonts w:ascii="Arial" w:hAnsi="Arial" w:cs="Arial"/>
          <w:sz w:val="40"/>
          <w:szCs w:val="40"/>
          <w:u w:val="single"/>
        </w:rPr>
        <w:t xml:space="preserve"> masculin et féminin</w:t>
      </w:r>
    </w:p>
    <w:p w:rsidR="00DE75B4" w:rsidRPr="009856D0" w:rsidRDefault="00DE75B4" w:rsidP="009856D0">
      <w:pPr>
        <w:spacing w:before="360" w:after="0" w:line="480" w:lineRule="auto"/>
        <w:jc w:val="both"/>
        <w:rPr>
          <w:rFonts w:ascii="Arial" w:hAnsi="Arial" w:cs="Arial"/>
          <w:color w:val="0000FF"/>
          <w:sz w:val="40"/>
          <w:szCs w:val="40"/>
          <w:u w:val="single"/>
        </w:rPr>
      </w:pPr>
      <w:r w:rsidRPr="009856D0">
        <w:rPr>
          <w:rFonts w:ascii="Arial" w:hAnsi="Arial" w:cs="Arial"/>
          <w:color w:val="0000FF"/>
          <w:sz w:val="40"/>
          <w:szCs w:val="40"/>
          <w:u w:val="single"/>
        </w:rPr>
        <w:t>Le centre-ville</w:t>
      </w:r>
      <w:bookmarkStart w:id="1" w:name="_GoBack"/>
      <w:bookmarkEnd w:id="1"/>
    </w:p>
    <w:p w:rsidR="00DE75B4" w:rsidRPr="009856D0" w:rsidRDefault="00DE75B4" w:rsidP="009856D0">
      <w:pPr>
        <w:spacing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9856D0">
        <w:rPr>
          <w:rFonts w:ascii="Arial" w:hAnsi="Arial" w:cs="Arial"/>
          <w:color w:val="FF0000"/>
          <w:sz w:val="40"/>
          <w:szCs w:val="26"/>
        </w:rPr>
        <w:t xml:space="preserve">Rappelle-toi : Ma ville a un drôle de nom qui fait rire </w:t>
      </w:r>
      <w:r w:rsidRPr="009856D0">
        <w:rPr>
          <w:rFonts w:ascii="Arial" w:hAnsi="Arial" w:cs="Arial"/>
          <w:color w:val="00CC00"/>
          <w:sz w:val="40"/>
          <w:szCs w:val="26"/>
        </w:rPr>
        <w:t xml:space="preserve">beaucoup de monde. Son nom est comme celui </w:t>
      </w:r>
      <w:r w:rsidRPr="009856D0">
        <w:rPr>
          <w:rFonts w:ascii="Arial" w:hAnsi="Arial" w:cs="Arial"/>
          <w:color w:val="0000FF"/>
          <w:sz w:val="40"/>
          <w:szCs w:val="26"/>
        </w:rPr>
        <w:t xml:space="preserve">d’un insecte : il est minuscule et noir, il a six pattes </w:t>
      </w:r>
      <w:r w:rsidRPr="009856D0">
        <w:rPr>
          <w:rFonts w:ascii="Arial" w:hAnsi="Arial" w:cs="Arial"/>
          <w:color w:val="FF0000"/>
          <w:sz w:val="40"/>
          <w:szCs w:val="26"/>
        </w:rPr>
        <w:t xml:space="preserve">et deux antennes. Tu ne devines pas ? Je te donne </w:t>
      </w:r>
      <w:r w:rsidRPr="009856D0">
        <w:rPr>
          <w:rFonts w:ascii="Arial" w:hAnsi="Arial" w:cs="Arial"/>
          <w:color w:val="00CC00"/>
          <w:sz w:val="40"/>
          <w:szCs w:val="26"/>
        </w:rPr>
        <w:t xml:space="preserve">un autre indice : ces insectes ont une reine. J’habite </w:t>
      </w:r>
      <w:r w:rsidRPr="009856D0">
        <w:rPr>
          <w:rFonts w:ascii="Arial" w:hAnsi="Arial" w:cs="Arial"/>
          <w:color w:val="0000FF"/>
          <w:sz w:val="40"/>
          <w:szCs w:val="26"/>
        </w:rPr>
        <w:t xml:space="preserve">à .... J’habite à Fourmies ! </w:t>
      </w:r>
    </w:p>
    <w:p w:rsidR="00DE75B4" w:rsidRPr="009856D0" w:rsidRDefault="00DE75B4" w:rsidP="009856D0">
      <w:pPr>
        <w:spacing w:before="120"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9856D0">
        <w:rPr>
          <w:rFonts w:ascii="Arial" w:hAnsi="Arial" w:cs="Arial"/>
          <w:color w:val="FF0000"/>
          <w:sz w:val="40"/>
          <w:szCs w:val="26"/>
        </w:rPr>
        <w:t xml:space="preserve">La ville de Fourmies s’organise en plusieurs </w:t>
      </w:r>
      <w:r w:rsidRPr="009856D0">
        <w:rPr>
          <w:rFonts w:ascii="Arial" w:hAnsi="Arial" w:cs="Arial"/>
          <w:color w:val="00CC00"/>
          <w:sz w:val="40"/>
          <w:szCs w:val="26"/>
        </w:rPr>
        <w:t>quartiers. Mais celui que je préfère est le centre-</w:t>
      </w:r>
      <w:r w:rsidRPr="009856D0">
        <w:rPr>
          <w:rFonts w:ascii="Arial" w:hAnsi="Arial" w:cs="Arial"/>
          <w:color w:val="0000FF"/>
          <w:sz w:val="40"/>
          <w:szCs w:val="26"/>
        </w:rPr>
        <w:t xml:space="preserve">ville. C’est le quartier le plus ancien et nous </w:t>
      </w:r>
      <w:r w:rsidRPr="009856D0">
        <w:rPr>
          <w:rFonts w:ascii="Arial" w:hAnsi="Arial" w:cs="Arial"/>
          <w:color w:val="FF0000"/>
          <w:sz w:val="40"/>
          <w:szCs w:val="26"/>
        </w:rPr>
        <w:t xml:space="preserve">l’appelons aussi la « vieille ville ». Certains </w:t>
      </w:r>
      <w:r w:rsidRPr="009856D0">
        <w:rPr>
          <w:rFonts w:ascii="Arial" w:hAnsi="Arial" w:cs="Arial"/>
          <w:color w:val="00CC00"/>
          <w:sz w:val="40"/>
          <w:szCs w:val="26"/>
        </w:rPr>
        <w:t xml:space="preserve">bâtiments datent du moyen-âge ! Le centre est </w:t>
      </w:r>
      <w:r w:rsidRPr="009856D0">
        <w:rPr>
          <w:rFonts w:ascii="Arial" w:hAnsi="Arial" w:cs="Arial"/>
          <w:color w:val="0000FF"/>
          <w:sz w:val="40"/>
          <w:szCs w:val="26"/>
        </w:rPr>
        <w:t xml:space="preserve">aussi entouré de remparts : ce sont des hauts murs </w:t>
      </w:r>
      <w:r w:rsidRPr="009856D0">
        <w:rPr>
          <w:rFonts w:ascii="Arial" w:hAnsi="Arial" w:cs="Arial"/>
          <w:color w:val="FF0000"/>
          <w:sz w:val="40"/>
          <w:szCs w:val="26"/>
        </w:rPr>
        <w:t>construits</w:t>
      </w:r>
      <w:r w:rsidR="009856D0">
        <w:rPr>
          <w:rFonts w:ascii="Arial" w:hAnsi="Arial" w:cs="Arial"/>
          <w:color w:val="FF0000"/>
          <w:sz w:val="40"/>
          <w:szCs w:val="26"/>
        </w:rPr>
        <w:t xml:space="preserve"> au seizième</w:t>
      </w:r>
      <w:r w:rsidRPr="009856D0">
        <w:rPr>
          <w:rFonts w:ascii="Arial" w:hAnsi="Arial" w:cs="Arial"/>
          <w:color w:val="FF0000"/>
          <w:sz w:val="40"/>
          <w:szCs w:val="26"/>
        </w:rPr>
        <w:t xml:space="preserve"> siècle pour protéger la ville. </w:t>
      </w:r>
      <w:r w:rsidRPr="009856D0">
        <w:rPr>
          <w:rFonts w:ascii="Arial" w:hAnsi="Arial" w:cs="Arial"/>
          <w:color w:val="00CC00"/>
          <w:sz w:val="40"/>
          <w:szCs w:val="26"/>
        </w:rPr>
        <w:lastRenderedPageBreak/>
        <w:t xml:space="preserve">C’est aussi le quartier le plus animé de Fourmies </w:t>
      </w:r>
      <w:r w:rsidRPr="009856D0">
        <w:rPr>
          <w:rFonts w:ascii="Arial" w:hAnsi="Arial" w:cs="Arial"/>
          <w:color w:val="0000FF"/>
          <w:sz w:val="40"/>
          <w:szCs w:val="26"/>
        </w:rPr>
        <w:t xml:space="preserve">puisqu’il regroupe de nombreux commerces </w:t>
      </w:r>
      <w:r w:rsidRPr="009856D0">
        <w:rPr>
          <w:rFonts w:ascii="Arial" w:hAnsi="Arial" w:cs="Arial"/>
          <w:color w:val="FF0000"/>
          <w:sz w:val="40"/>
          <w:szCs w:val="26"/>
        </w:rPr>
        <w:t xml:space="preserve">(boulangeries, fleuristes...) et de nombreux artisans </w:t>
      </w:r>
      <w:r w:rsidRPr="009856D0">
        <w:rPr>
          <w:rFonts w:ascii="Arial" w:hAnsi="Arial" w:cs="Arial"/>
          <w:color w:val="00CC00"/>
          <w:sz w:val="40"/>
          <w:szCs w:val="26"/>
        </w:rPr>
        <w:t xml:space="preserve">(ébéniste, cordonnier, couturier...). Il y a tous les </w:t>
      </w:r>
      <w:r w:rsidRPr="009856D0">
        <w:rPr>
          <w:rFonts w:ascii="Arial" w:hAnsi="Arial" w:cs="Arial"/>
          <w:color w:val="0000FF"/>
          <w:sz w:val="40"/>
          <w:szCs w:val="26"/>
        </w:rPr>
        <w:t xml:space="preserve">services dont les gens peuvent avoir besoin : des </w:t>
      </w:r>
      <w:r w:rsidRPr="009856D0">
        <w:rPr>
          <w:rFonts w:ascii="Arial" w:hAnsi="Arial" w:cs="Arial"/>
          <w:color w:val="FF0000"/>
          <w:sz w:val="40"/>
          <w:szCs w:val="26"/>
        </w:rPr>
        <w:t>écoles, des pharmacies, des lieux culturels....</w:t>
      </w:r>
    </w:p>
    <w:p w:rsidR="00DE75B4" w:rsidRPr="009856D0" w:rsidRDefault="00DE75B4" w:rsidP="009856D0">
      <w:pPr>
        <w:spacing w:before="120"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9856D0">
        <w:rPr>
          <w:rFonts w:ascii="Arial" w:hAnsi="Arial" w:cs="Arial"/>
          <w:color w:val="00CC00"/>
          <w:sz w:val="40"/>
          <w:szCs w:val="26"/>
        </w:rPr>
        <w:t xml:space="preserve">J’aime me promener dans ce quartier car il n’y a </w:t>
      </w:r>
      <w:r w:rsidRPr="009856D0">
        <w:rPr>
          <w:rFonts w:ascii="Arial" w:hAnsi="Arial" w:cs="Arial"/>
          <w:color w:val="0000FF"/>
          <w:sz w:val="40"/>
          <w:szCs w:val="26"/>
        </w:rPr>
        <w:t>aucune voiture. Depuis trois ans, les rues du centre-</w:t>
      </w:r>
      <w:r w:rsidRPr="009856D0">
        <w:rPr>
          <w:rFonts w:ascii="Arial" w:hAnsi="Arial" w:cs="Arial"/>
          <w:color w:val="FF0000"/>
          <w:sz w:val="40"/>
          <w:szCs w:val="26"/>
        </w:rPr>
        <w:t xml:space="preserve">ville sont interdites aux véhicules. Avant, les </w:t>
      </w:r>
      <w:r w:rsidRPr="009856D0">
        <w:rPr>
          <w:rFonts w:ascii="Arial" w:hAnsi="Arial" w:cs="Arial"/>
          <w:color w:val="00CC00"/>
          <w:sz w:val="40"/>
          <w:szCs w:val="26"/>
        </w:rPr>
        <w:t xml:space="preserve">voitures et les bus avaient du mal à circuler dans les </w:t>
      </w:r>
      <w:r w:rsidRPr="009856D0">
        <w:rPr>
          <w:rFonts w:ascii="Arial" w:hAnsi="Arial" w:cs="Arial"/>
          <w:color w:val="0000FF"/>
          <w:sz w:val="40"/>
          <w:szCs w:val="26"/>
        </w:rPr>
        <w:t xml:space="preserve">rues pavées et étroites du centre-ville. Il y avait </w:t>
      </w:r>
      <w:r w:rsidRPr="009856D0">
        <w:rPr>
          <w:rFonts w:ascii="Arial" w:hAnsi="Arial" w:cs="Arial"/>
          <w:color w:val="FF0000"/>
          <w:sz w:val="40"/>
          <w:szCs w:val="26"/>
        </w:rPr>
        <w:t xml:space="preserve">souvent des embouteillages. Les voitures </w:t>
      </w:r>
      <w:r w:rsidRPr="009856D0">
        <w:rPr>
          <w:rFonts w:ascii="Arial" w:hAnsi="Arial" w:cs="Arial"/>
          <w:color w:val="00CC00"/>
          <w:sz w:val="40"/>
          <w:szCs w:val="26"/>
        </w:rPr>
        <w:t xml:space="preserve">attendaient à la queue leu leu et encombraient les </w:t>
      </w:r>
      <w:r w:rsidRPr="009856D0">
        <w:rPr>
          <w:rFonts w:ascii="Arial" w:hAnsi="Arial" w:cs="Arial"/>
          <w:color w:val="0000FF"/>
          <w:sz w:val="40"/>
          <w:szCs w:val="26"/>
        </w:rPr>
        <w:t xml:space="preserve">routes. Aujourd’hui, ces rues sont réservées aux </w:t>
      </w:r>
      <w:r w:rsidRPr="009856D0">
        <w:rPr>
          <w:rFonts w:ascii="Arial" w:hAnsi="Arial" w:cs="Arial"/>
          <w:color w:val="FF0000"/>
          <w:sz w:val="40"/>
          <w:szCs w:val="26"/>
        </w:rPr>
        <w:t xml:space="preserve">piétons : ce sont des rues piétonnes. Le dimanche </w:t>
      </w:r>
      <w:r w:rsidRPr="009856D0">
        <w:rPr>
          <w:rFonts w:ascii="Arial" w:hAnsi="Arial" w:cs="Arial"/>
          <w:color w:val="00CC00"/>
          <w:sz w:val="40"/>
          <w:szCs w:val="26"/>
        </w:rPr>
        <w:lastRenderedPageBreak/>
        <w:t xml:space="preserve">matin, je peux même faire du roller sur la grande </w:t>
      </w:r>
      <w:r w:rsidRPr="009856D0">
        <w:rPr>
          <w:rFonts w:ascii="Arial" w:hAnsi="Arial" w:cs="Arial"/>
          <w:color w:val="0000FF"/>
          <w:sz w:val="40"/>
          <w:szCs w:val="26"/>
        </w:rPr>
        <w:t xml:space="preserve">place avec mes amis. On est tranquille sans les </w:t>
      </w:r>
      <w:r w:rsidRPr="009856D0">
        <w:rPr>
          <w:rFonts w:ascii="Arial" w:hAnsi="Arial" w:cs="Arial"/>
          <w:color w:val="FF0000"/>
          <w:sz w:val="40"/>
          <w:szCs w:val="26"/>
        </w:rPr>
        <w:t>voitures !</w:t>
      </w:r>
    </w:p>
    <w:p w:rsidR="00DE75B4" w:rsidRPr="009856D0" w:rsidRDefault="00DE75B4" w:rsidP="009856D0">
      <w:pPr>
        <w:spacing w:before="120"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9856D0">
        <w:rPr>
          <w:rFonts w:ascii="Arial" w:hAnsi="Arial" w:cs="Arial"/>
          <w:color w:val="00CC00"/>
          <w:sz w:val="40"/>
          <w:szCs w:val="26"/>
        </w:rPr>
        <w:t xml:space="preserve">Le samedi, j’accompagne ma maman au marché </w:t>
      </w:r>
      <w:r w:rsidRPr="009856D0">
        <w:rPr>
          <w:rFonts w:ascii="Arial" w:hAnsi="Arial" w:cs="Arial"/>
          <w:color w:val="0000FF"/>
          <w:sz w:val="40"/>
          <w:szCs w:val="26"/>
        </w:rPr>
        <w:t xml:space="preserve">pour faire les courses. L’été, le marché s’installe sur </w:t>
      </w:r>
      <w:r w:rsidRPr="009856D0">
        <w:rPr>
          <w:rFonts w:ascii="Arial" w:hAnsi="Arial" w:cs="Arial"/>
          <w:color w:val="FF0000"/>
          <w:sz w:val="40"/>
          <w:szCs w:val="26"/>
        </w:rPr>
        <w:t xml:space="preserve">la grande place du centre-ville mais l’hiver, quand il </w:t>
      </w:r>
      <w:r w:rsidRPr="009856D0">
        <w:rPr>
          <w:rFonts w:ascii="Arial" w:hAnsi="Arial" w:cs="Arial"/>
          <w:color w:val="00CC00"/>
          <w:sz w:val="40"/>
          <w:szCs w:val="26"/>
        </w:rPr>
        <w:t xml:space="preserve">fait trop froid, il s’installe dans un emplacement </w:t>
      </w:r>
      <w:r w:rsidRPr="009856D0">
        <w:rPr>
          <w:rFonts w:ascii="Arial" w:hAnsi="Arial" w:cs="Arial"/>
          <w:color w:val="0000FF"/>
          <w:sz w:val="40"/>
          <w:szCs w:val="26"/>
        </w:rPr>
        <w:t xml:space="preserve">couvert que l’on appelle une halle. Au marché, nous </w:t>
      </w:r>
      <w:r w:rsidRPr="009856D0">
        <w:rPr>
          <w:rFonts w:ascii="Arial" w:hAnsi="Arial" w:cs="Arial"/>
          <w:color w:val="FF0000"/>
          <w:sz w:val="40"/>
          <w:szCs w:val="26"/>
        </w:rPr>
        <w:t xml:space="preserve">pouvons acheter toutes sortes d’aliments : des </w:t>
      </w:r>
      <w:r w:rsidRPr="009856D0">
        <w:rPr>
          <w:rFonts w:ascii="Arial" w:hAnsi="Arial" w:cs="Arial"/>
          <w:color w:val="00CC00"/>
          <w:sz w:val="40"/>
          <w:szCs w:val="26"/>
        </w:rPr>
        <w:t xml:space="preserve">carottes, des artichauts, des pommes de terre, des </w:t>
      </w:r>
      <w:r w:rsidRPr="009856D0">
        <w:rPr>
          <w:rFonts w:ascii="Arial" w:hAnsi="Arial" w:cs="Arial"/>
          <w:color w:val="0000FF"/>
          <w:sz w:val="40"/>
          <w:szCs w:val="26"/>
        </w:rPr>
        <w:t xml:space="preserve">choux, des haricots... Le marché de ma ville </w:t>
      </w:r>
      <w:r w:rsidRPr="009856D0">
        <w:rPr>
          <w:rFonts w:ascii="Arial" w:hAnsi="Arial" w:cs="Arial"/>
          <w:color w:val="FF0000"/>
          <w:sz w:val="40"/>
          <w:szCs w:val="26"/>
        </w:rPr>
        <w:t xml:space="preserve">propose surtout des produits alimentaires frais, des </w:t>
      </w:r>
      <w:r w:rsidRPr="009856D0">
        <w:rPr>
          <w:rFonts w:ascii="Arial" w:hAnsi="Arial" w:cs="Arial"/>
          <w:color w:val="00CC00"/>
          <w:sz w:val="40"/>
          <w:szCs w:val="26"/>
        </w:rPr>
        <w:t xml:space="preserve">produits de la région et du terroir. </w:t>
      </w:r>
    </w:p>
    <w:p w:rsidR="00DE75B4" w:rsidRPr="009856D0" w:rsidRDefault="00DE75B4" w:rsidP="009856D0">
      <w:pPr>
        <w:spacing w:before="120"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9856D0">
        <w:rPr>
          <w:rFonts w:ascii="Arial" w:hAnsi="Arial" w:cs="Arial"/>
          <w:color w:val="0000FF"/>
          <w:sz w:val="40"/>
          <w:szCs w:val="26"/>
        </w:rPr>
        <w:t xml:space="preserve">Les marchands vendent des légumes, des fruits, du </w:t>
      </w:r>
      <w:r w:rsidRPr="009856D0">
        <w:rPr>
          <w:rFonts w:ascii="Arial" w:hAnsi="Arial" w:cs="Arial"/>
          <w:color w:val="FF0000"/>
          <w:sz w:val="40"/>
          <w:szCs w:val="26"/>
        </w:rPr>
        <w:t xml:space="preserve">fromage, des poissons et de la viande. Tous ces </w:t>
      </w:r>
      <w:r w:rsidRPr="009856D0">
        <w:rPr>
          <w:rFonts w:ascii="Arial" w:hAnsi="Arial" w:cs="Arial"/>
          <w:color w:val="00CC00"/>
          <w:sz w:val="40"/>
          <w:szCs w:val="26"/>
        </w:rPr>
        <w:lastRenderedPageBreak/>
        <w:t xml:space="preserve">produits sont posés sur des étals ou des cagettes </w:t>
      </w:r>
      <w:r w:rsidRPr="009856D0">
        <w:rPr>
          <w:rFonts w:ascii="Arial" w:hAnsi="Arial" w:cs="Arial"/>
          <w:color w:val="0000FF"/>
          <w:sz w:val="40"/>
          <w:szCs w:val="26"/>
        </w:rPr>
        <w:t xml:space="preserve">en bois. Certains aliments très frais sont présentés </w:t>
      </w:r>
      <w:r w:rsidRPr="009856D0">
        <w:rPr>
          <w:rFonts w:ascii="Arial" w:hAnsi="Arial" w:cs="Arial"/>
          <w:color w:val="FF0000"/>
          <w:sz w:val="40"/>
          <w:szCs w:val="26"/>
        </w:rPr>
        <w:t xml:space="preserve">dans des camions réfrigérés ou sur de la glace. </w:t>
      </w:r>
      <w:r w:rsidRPr="009856D0">
        <w:rPr>
          <w:rFonts w:ascii="Arial" w:hAnsi="Arial" w:cs="Arial"/>
          <w:color w:val="00CC00"/>
          <w:sz w:val="40"/>
          <w:szCs w:val="26"/>
        </w:rPr>
        <w:t xml:space="preserve">J’aime observer les marchands qui crient pour </w:t>
      </w:r>
      <w:r w:rsidRPr="009856D0">
        <w:rPr>
          <w:rFonts w:ascii="Arial" w:hAnsi="Arial" w:cs="Arial"/>
          <w:color w:val="0000FF"/>
          <w:sz w:val="40"/>
          <w:szCs w:val="26"/>
        </w:rPr>
        <w:t xml:space="preserve">attirer les gens à leurs stands : « Elles sont belles </w:t>
      </w:r>
      <w:r w:rsidRPr="009856D0">
        <w:rPr>
          <w:rFonts w:ascii="Arial" w:hAnsi="Arial" w:cs="Arial"/>
          <w:color w:val="FF0000"/>
          <w:sz w:val="40"/>
          <w:szCs w:val="26"/>
        </w:rPr>
        <w:t xml:space="preserve">mes tomates ! Elles sont belles ! Qui veut goûter à </w:t>
      </w:r>
      <w:r w:rsidRPr="009856D0">
        <w:rPr>
          <w:rFonts w:ascii="Arial" w:hAnsi="Arial" w:cs="Arial"/>
          <w:color w:val="00CC00"/>
          <w:sz w:val="40"/>
          <w:szCs w:val="26"/>
        </w:rPr>
        <w:t xml:space="preserve">mes tomates ? Deux euros le kilo ! ». </w:t>
      </w:r>
    </w:p>
    <w:p w:rsidR="00DE75B4" w:rsidRPr="009856D0" w:rsidRDefault="00DE75B4" w:rsidP="009856D0">
      <w:pPr>
        <w:pStyle w:val="Default"/>
        <w:spacing w:before="120" w:line="480" w:lineRule="auto"/>
        <w:jc w:val="both"/>
        <w:rPr>
          <w:color w:val="00CC00"/>
          <w:sz w:val="40"/>
          <w:szCs w:val="26"/>
        </w:rPr>
      </w:pPr>
      <w:r w:rsidRPr="009856D0">
        <w:rPr>
          <w:color w:val="0000FF"/>
          <w:sz w:val="40"/>
          <w:szCs w:val="26"/>
        </w:rPr>
        <w:t>Et toi, où habites-tu ? Te balades-tu dans le centre-</w:t>
      </w:r>
      <w:r w:rsidRPr="009856D0">
        <w:rPr>
          <w:color w:val="FF0000"/>
          <w:sz w:val="40"/>
          <w:szCs w:val="26"/>
        </w:rPr>
        <w:t xml:space="preserve">ville de ta ville ? Vas-tu faire tes courses au </w:t>
      </w:r>
      <w:r w:rsidRPr="009856D0">
        <w:rPr>
          <w:color w:val="00CC00"/>
          <w:sz w:val="40"/>
          <w:szCs w:val="26"/>
        </w:rPr>
        <w:t xml:space="preserve">marché ? </w:t>
      </w:r>
    </w:p>
    <w:p w:rsidR="009856D0" w:rsidRPr="009856D0" w:rsidRDefault="009856D0" w:rsidP="009856D0">
      <w:pPr>
        <w:pStyle w:val="Cartable"/>
      </w:pPr>
    </w:p>
    <w:sectPr w:rsidR="009856D0" w:rsidRPr="00985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5B4"/>
    <w:rsid w:val="00002084"/>
    <w:rsid w:val="00005205"/>
    <w:rsid w:val="00031923"/>
    <w:rsid w:val="0003538D"/>
    <w:rsid w:val="000536F1"/>
    <w:rsid w:val="00057FD6"/>
    <w:rsid w:val="00062363"/>
    <w:rsid w:val="0007198D"/>
    <w:rsid w:val="00073E1E"/>
    <w:rsid w:val="00084704"/>
    <w:rsid w:val="00087FB4"/>
    <w:rsid w:val="000B197E"/>
    <w:rsid w:val="000D44B0"/>
    <w:rsid w:val="000E22CF"/>
    <w:rsid w:val="000F40AB"/>
    <w:rsid w:val="000F5D60"/>
    <w:rsid w:val="000F71FE"/>
    <w:rsid w:val="00100719"/>
    <w:rsid w:val="00102592"/>
    <w:rsid w:val="001129B2"/>
    <w:rsid w:val="00114C8E"/>
    <w:rsid w:val="001328FD"/>
    <w:rsid w:val="00154C15"/>
    <w:rsid w:val="00167292"/>
    <w:rsid w:val="0018578F"/>
    <w:rsid w:val="00192F72"/>
    <w:rsid w:val="001C7C50"/>
    <w:rsid w:val="001F4971"/>
    <w:rsid w:val="002037B3"/>
    <w:rsid w:val="00217BC4"/>
    <w:rsid w:val="00221DEC"/>
    <w:rsid w:val="00230032"/>
    <w:rsid w:val="00232AEA"/>
    <w:rsid w:val="00244C23"/>
    <w:rsid w:val="00254B46"/>
    <w:rsid w:val="00260E09"/>
    <w:rsid w:val="002636E2"/>
    <w:rsid w:val="0026391E"/>
    <w:rsid w:val="00274C7C"/>
    <w:rsid w:val="00293B5F"/>
    <w:rsid w:val="002A47E5"/>
    <w:rsid w:val="002C1452"/>
    <w:rsid w:val="002D631A"/>
    <w:rsid w:val="00314605"/>
    <w:rsid w:val="00314D44"/>
    <w:rsid w:val="003253DD"/>
    <w:rsid w:val="00336682"/>
    <w:rsid w:val="00367C72"/>
    <w:rsid w:val="00374A9E"/>
    <w:rsid w:val="00394626"/>
    <w:rsid w:val="003B4595"/>
    <w:rsid w:val="003C5858"/>
    <w:rsid w:val="003E5244"/>
    <w:rsid w:val="003F09CC"/>
    <w:rsid w:val="00412B56"/>
    <w:rsid w:val="00422386"/>
    <w:rsid w:val="00431AFD"/>
    <w:rsid w:val="004439DF"/>
    <w:rsid w:val="00460428"/>
    <w:rsid w:val="00490966"/>
    <w:rsid w:val="00495CA4"/>
    <w:rsid w:val="004B32AD"/>
    <w:rsid w:val="004F02E3"/>
    <w:rsid w:val="004F1F8D"/>
    <w:rsid w:val="0052089B"/>
    <w:rsid w:val="00520DEA"/>
    <w:rsid w:val="005272FF"/>
    <w:rsid w:val="00533911"/>
    <w:rsid w:val="00535536"/>
    <w:rsid w:val="0055212F"/>
    <w:rsid w:val="005722A6"/>
    <w:rsid w:val="005810DA"/>
    <w:rsid w:val="005879A3"/>
    <w:rsid w:val="005C7FC2"/>
    <w:rsid w:val="00613ABB"/>
    <w:rsid w:val="0062153D"/>
    <w:rsid w:val="0062626B"/>
    <w:rsid w:val="00636FBC"/>
    <w:rsid w:val="00643F62"/>
    <w:rsid w:val="00653BF0"/>
    <w:rsid w:val="00685DD5"/>
    <w:rsid w:val="006C5A12"/>
    <w:rsid w:val="006C6B0B"/>
    <w:rsid w:val="006C74BD"/>
    <w:rsid w:val="006D25CF"/>
    <w:rsid w:val="006E6473"/>
    <w:rsid w:val="0071246B"/>
    <w:rsid w:val="0072281C"/>
    <w:rsid w:val="007229E0"/>
    <w:rsid w:val="00731354"/>
    <w:rsid w:val="00732B53"/>
    <w:rsid w:val="00761E84"/>
    <w:rsid w:val="00762CD0"/>
    <w:rsid w:val="00777BE8"/>
    <w:rsid w:val="00784E38"/>
    <w:rsid w:val="007A6120"/>
    <w:rsid w:val="007A6EB7"/>
    <w:rsid w:val="007C34A1"/>
    <w:rsid w:val="007C4470"/>
    <w:rsid w:val="007D2C10"/>
    <w:rsid w:val="007D522F"/>
    <w:rsid w:val="007E5B9F"/>
    <w:rsid w:val="008078F6"/>
    <w:rsid w:val="0081609E"/>
    <w:rsid w:val="0084195F"/>
    <w:rsid w:val="008457CA"/>
    <w:rsid w:val="00852228"/>
    <w:rsid w:val="008555D1"/>
    <w:rsid w:val="00861682"/>
    <w:rsid w:val="00861956"/>
    <w:rsid w:val="008624BE"/>
    <w:rsid w:val="008837ED"/>
    <w:rsid w:val="00894344"/>
    <w:rsid w:val="008A5EB5"/>
    <w:rsid w:val="008C5275"/>
    <w:rsid w:val="008D550D"/>
    <w:rsid w:val="008E0AAE"/>
    <w:rsid w:val="008E15FE"/>
    <w:rsid w:val="00930452"/>
    <w:rsid w:val="00932F4B"/>
    <w:rsid w:val="00933CC6"/>
    <w:rsid w:val="009372DC"/>
    <w:rsid w:val="00945D6F"/>
    <w:rsid w:val="00946731"/>
    <w:rsid w:val="00982B0D"/>
    <w:rsid w:val="009856D0"/>
    <w:rsid w:val="00986B44"/>
    <w:rsid w:val="00987536"/>
    <w:rsid w:val="009A3916"/>
    <w:rsid w:val="009B2F9D"/>
    <w:rsid w:val="009F2151"/>
    <w:rsid w:val="009F3B42"/>
    <w:rsid w:val="00A3423C"/>
    <w:rsid w:val="00A54A51"/>
    <w:rsid w:val="00A604BB"/>
    <w:rsid w:val="00A71727"/>
    <w:rsid w:val="00A823BE"/>
    <w:rsid w:val="00A87E93"/>
    <w:rsid w:val="00A92444"/>
    <w:rsid w:val="00AA615C"/>
    <w:rsid w:val="00AB0546"/>
    <w:rsid w:val="00AB4CF7"/>
    <w:rsid w:val="00AB5739"/>
    <w:rsid w:val="00AC5A3C"/>
    <w:rsid w:val="00AE1DBE"/>
    <w:rsid w:val="00AF179D"/>
    <w:rsid w:val="00B0262A"/>
    <w:rsid w:val="00B06DB2"/>
    <w:rsid w:val="00B2319F"/>
    <w:rsid w:val="00B37E57"/>
    <w:rsid w:val="00B45DFE"/>
    <w:rsid w:val="00B66B10"/>
    <w:rsid w:val="00B670B8"/>
    <w:rsid w:val="00B73E48"/>
    <w:rsid w:val="00B9349D"/>
    <w:rsid w:val="00B96139"/>
    <w:rsid w:val="00B97BB8"/>
    <w:rsid w:val="00BA77CC"/>
    <w:rsid w:val="00BB13FC"/>
    <w:rsid w:val="00BB4BC1"/>
    <w:rsid w:val="00BC14CE"/>
    <w:rsid w:val="00BD0CDE"/>
    <w:rsid w:val="00BE2013"/>
    <w:rsid w:val="00BF1C0D"/>
    <w:rsid w:val="00BF7D76"/>
    <w:rsid w:val="00C10B65"/>
    <w:rsid w:val="00C1709E"/>
    <w:rsid w:val="00C624CD"/>
    <w:rsid w:val="00C74A98"/>
    <w:rsid w:val="00C81229"/>
    <w:rsid w:val="00CA0F6A"/>
    <w:rsid w:val="00CA1EDD"/>
    <w:rsid w:val="00CA76B9"/>
    <w:rsid w:val="00CB408E"/>
    <w:rsid w:val="00CD614B"/>
    <w:rsid w:val="00CD6C5E"/>
    <w:rsid w:val="00CF0240"/>
    <w:rsid w:val="00D0071B"/>
    <w:rsid w:val="00D46075"/>
    <w:rsid w:val="00D465DD"/>
    <w:rsid w:val="00D54D1A"/>
    <w:rsid w:val="00D64C48"/>
    <w:rsid w:val="00D67606"/>
    <w:rsid w:val="00D81D46"/>
    <w:rsid w:val="00DC23BF"/>
    <w:rsid w:val="00DC65D9"/>
    <w:rsid w:val="00DD05F9"/>
    <w:rsid w:val="00DD5E53"/>
    <w:rsid w:val="00DE75B4"/>
    <w:rsid w:val="00E06C19"/>
    <w:rsid w:val="00E107F5"/>
    <w:rsid w:val="00E152C6"/>
    <w:rsid w:val="00E1699D"/>
    <w:rsid w:val="00E2479D"/>
    <w:rsid w:val="00E82B50"/>
    <w:rsid w:val="00E85B8E"/>
    <w:rsid w:val="00E97227"/>
    <w:rsid w:val="00EA297A"/>
    <w:rsid w:val="00EB5851"/>
    <w:rsid w:val="00EC5130"/>
    <w:rsid w:val="00EC7C85"/>
    <w:rsid w:val="00ED1B70"/>
    <w:rsid w:val="00EE379E"/>
    <w:rsid w:val="00EF402A"/>
    <w:rsid w:val="00F07391"/>
    <w:rsid w:val="00F24CA7"/>
    <w:rsid w:val="00F262A7"/>
    <w:rsid w:val="00F35785"/>
    <w:rsid w:val="00F74E5F"/>
    <w:rsid w:val="00FA2C45"/>
    <w:rsid w:val="00FD7CC5"/>
    <w:rsid w:val="00FE02F7"/>
    <w:rsid w:val="00FE4D2A"/>
    <w:rsid w:val="00FE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AF2ADC-BFD1-4385-B052-D34AAC920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10B65"/>
    <w:rPr>
      <w:rFonts w:ascii="Calibri" w:hAnsi="Calibri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DE75B4"/>
    <w:pPr>
      <w:keepNext/>
      <w:keepLines/>
      <w:spacing w:before="240" w:after="0"/>
      <w:outlineLvl w:val="0"/>
    </w:pPr>
    <w:rPr>
      <w:rFonts w:ascii="Arial" w:eastAsiaTheme="majorEastAsia" w:hAnsi="Arial" w:cs="Arial"/>
      <w:sz w:val="24"/>
      <w:szCs w:val="24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E75B4"/>
    <w:pPr>
      <w:keepNext/>
      <w:keepLines/>
      <w:spacing w:before="40" w:after="0"/>
      <w:outlineLvl w:val="1"/>
    </w:pPr>
    <w:rPr>
      <w:rFonts w:ascii="Arial" w:eastAsiaTheme="majorEastAsia" w:hAnsi="Arial" w:cs="Arial"/>
      <w:b/>
      <w:color w:val="007CFF"/>
      <w:sz w:val="26"/>
      <w:szCs w:val="26"/>
    </w:rPr>
  </w:style>
  <w:style w:type="character" w:default="1" w:styleId="Policepardfaut">
    <w:name w:val="Default Paragraph Font"/>
    <w:uiPriority w:val="1"/>
    <w:semiHidden/>
    <w:unhideWhenUsed/>
    <w:rsid w:val="00C10B65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C10B65"/>
  </w:style>
  <w:style w:type="table" w:styleId="Grilledutableau">
    <w:name w:val="Table Grid"/>
    <w:basedOn w:val="TableauNormal"/>
    <w:uiPriority w:val="59"/>
    <w:rsid w:val="00C10B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C10B65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C10B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10B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C10B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DE75B4"/>
    <w:rPr>
      <w:rFonts w:ascii="Arial" w:eastAsiaTheme="majorEastAsia" w:hAnsi="Arial" w:cs="Arial"/>
      <w:sz w:val="24"/>
      <w:szCs w:val="24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DE75B4"/>
    <w:rPr>
      <w:rFonts w:ascii="Arial" w:eastAsiaTheme="majorEastAsia" w:hAnsi="Arial" w:cs="Arial"/>
      <w:b/>
      <w:color w:val="007CFF"/>
      <w:sz w:val="26"/>
      <w:szCs w:val="26"/>
    </w:rPr>
  </w:style>
  <w:style w:type="paragraph" w:customStyle="1" w:styleId="Default">
    <w:name w:val="Default"/>
    <w:rsid w:val="00DE75B4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sistante\Documents\Adaptateur2013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A6E03-A9D0-4C1A-9B83-C41603172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Adaptateur2013.dotm</Template>
  <TotalTime>4</TotalTime>
  <Pages>1</Pages>
  <Words>397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Assistante</dc:creator>
  <cp:lastModifiedBy>Assistante</cp:lastModifiedBy>
  <cp:revision>4</cp:revision>
  <cp:lastPrinted>2016-11-24T14:42:00Z</cp:lastPrinted>
  <dcterms:created xsi:type="dcterms:W3CDTF">2016-11-03T13:08:00Z</dcterms:created>
  <dcterms:modified xsi:type="dcterms:W3CDTF">2016-11-24T14:43:00Z</dcterms:modified>
</cp:coreProperties>
</file>